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6117AD73"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bookmarkStart w:id="0" w:name="Number"/>
      <w:r w:rsidRPr="00742463">
        <w:rPr>
          <w:rStyle w:val="Strong"/>
          <w:rFonts w:asciiTheme="minorHAnsi" w:hAnsiTheme="minorHAnsi" w:cstheme="minorHAnsi"/>
          <w:lang w:val="en-GB"/>
        </w:rPr>
        <w:t>RF</w:t>
      </w:r>
      <w:r w:rsidR="000F7FB4" w:rsidRPr="00742463">
        <w:rPr>
          <w:rStyle w:val="Strong"/>
          <w:rFonts w:asciiTheme="minorHAnsi" w:hAnsiTheme="minorHAnsi" w:cstheme="minorHAnsi"/>
          <w:lang w:val="en-GB"/>
        </w:rPr>
        <w:t>Q</w:t>
      </w:r>
      <w:r w:rsidRPr="00742463">
        <w:rPr>
          <w:rStyle w:val="Strong"/>
          <w:rFonts w:asciiTheme="minorHAnsi" w:hAnsiTheme="minorHAnsi" w:cstheme="minorHAnsi"/>
          <w:lang w:val="en-GB"/>
        </w:rPr>
        <w:t>-</w:t>
      </w:r>
      <w:bookmarkEnd w:id="0"/>
      <w:r w:rsidR="00F6118E">
        <w:rPr>
          <w:rStyle w:val="Strong"/>
          <w:rFonts w:asciiTheme="minorHAnsi" w:hAnsiTheme="minorHAnsi" w:cstheme="minorHAnsi"/>
          <w:lang w:val="en-GB"/>
        </w:rPr>
        <w:t>22-SS007-22</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2F33AFEC" w14:textId="6BA73B3E" w:rsidR="00C409B3" w:rsidRPr="00C409B3" w:rsidRDefault="00C44890" w:rsidP="00C409B3">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6CF0BB5C" w14:textId="77777777" w:rsidR="00C409B3" w:rsidRPr="00C409B3" w:rsidRDefault="00C409B3" w:rsidP="00C409B3">
      <w:r w:rsidRPr="00C409B3">
        <w:t>The Ministry of Health and Medical Services currently does not have specific vehicles for kitchen, transport unit and Betio Hospital for delivery/distribution of rations and other transport purposes.  The purpose of this document is to request those interested, particularly private operators for transport service to assist the MHMS in providing support services as specified below:</w:t>
      </w:r>
    </w:p>
    <w:p w14:paraId="6A50B553" w14:textId="77777777" w:rsidR="00C409B3" w:rsidRPr="00C409B3" w:rsidRDefault="00C409B3" w:rsidP="00C409B3">
      <w:pPr>
        <w:rPr>
          <w:b/>
          <w:bCs/>
          <w:u w:val="single"/>
        </w:rPr>
      </w:pPr>
      <w:r w:rsidRPr="00C409B3">
        <w:rPr>
          <w:b/>
          <w:bCs/>
          <w:u w:val="single"/>
        </w:rPr>
        <w:t>Scope of Service</w:t>
      </w:r>
    </w:p>
    <w:p w14:paraId="35492990" w14:textId="77777777" w:rsidR="00C409B3" w:rsidRPr="00C409B3" w:rsidRDefault="00C409B3" w:rsidP="00C409B3">
      <w:bookmarkStart w:id="6" w:name="_Hlk63775982"/>
      <w:r w:rsidRPr="00C409B3">
        <w:t xml:space="preserve">The Transport provider is required to </w:t>
      </w:r>
    </w:p>
    <w:bookmarkEnd w:id="6"/>
    <w:p w14:paraId="52CC4F2E" w14:textId="77777777" w:rsidR="00C409B3" w:rsidRPr="00C409B3" w:rsidRDefault="00C409B3" w:rsidP="00C409B3">
      <w:pPr>
        <w:numPr>
          <w:ilvl w:val="0"/>
          <w:numId w:val="17"/>
        </w:numPr>
      </w:pPr>
      <w:r w:rsidRPr="00C409B3">
        <w:t>Provide well ventilated and clean transport buses and comply with Road Acts/Highway Authority or any other act related to Environmental Protection during Services</w:t>
      </w:r>
    </w:p>
    <w:p w14:paraId="030677B3" w14:textId="77777777" w:rsidR="00C409B3" w:rsidRPr="00C409B3" w:rsidRDefault="00C409B3" w:rsidP="00C409B3">
      <w:pPr>
        <w:numPr>
          <w:ilvl w:val="0"/>
          <w:numId w:val="17"/>
        </w:numPr>
      </w:pPr>
      <w:r w:rsidRPr="00C409B3">
        <w:t>Transport buses need to be at service 24 hours a week.</w:t>
      </w:r>
    </w:p>
    <w:p w14:paraId="2A2AB54B" w14:textId="77777777" w:rsidR="00C409B3" w:rsidRPr="00C409B3" w:rsidRDefault="00C409B3" w:rsidP="00C409B3">
      <w:pPr>
        <w:numPr>
          <w:ilvl w:val="0"/>
          <w:numId w:val="17"/>
        </w:numPr>
      </w:pPr>
      <w:r w:rsidRPr="00C409B3">
        <w:t xml:space="preserve">In case of Buses for a sudden breakdown and defects, the Provider will assist and arrange for pack-up immediately. </w:t>
      </w:r>
    </w:p>
    <w:p w14:paraId="4379B89E" w14:textId="77777777" w:rsidR="00C409B3" w:rsidRPr="00C409B3" w:rsidRDefault="00C409B3" w:rsidP="00C409B3">
      <w:pPr>
        <w:numPr>
          <w:ilvl w:val="0"/>
          <w:numId w:val="17"/>
        </w:numPr>
      </w:pPr>
      <w:r w:rsidRPr="00C409B3">
        <w:t>The Service Provider must report to Transport Officers (TCH) for Signing up</w:t>
      </w:r>
    </w:p>
    <w:p w14:paraId="2FAC62FC" w14:textId="77777777" w:rsidR="00C409B3" w:rsidRPr="00C409B3" w:rsidRDefault="00C409B3" w:rsidP="00C409B3">
      <w:pPr>
        <w:numPr>
          <w:ilvl w:val="0"/>
          <w:numId w:val="17"/>
        </w:numPr>
      </w:pPr>
      <w:r w:rsidRPr="00C409B3">
        <w:t xml:space="preserve">The Service Provider should take responsible in paying its own causeway bus toll/fee </w:t>
      </w:r>
    </w:p>
    <w:p w14:paraId="035E325F" w14:textId="77777777" w:rsidR="00C409B3" w:rsidRPr="00C409B3" w:rsidRDefault="00C409B3" w:rsidP="00C409B3">
      <w:pPr>
        <w:numPr>
          <w:ilvl w:val="0"/>
          <w:numId w:val="17"/>
        </w:numPr>
      </w:pPr>
      <w:r w:rsidRPr="00C409B3">
        <w:t>Transport Bus Operators are to be responsible for the safety and Comfort of all TCH staffs during their services</w:t>
      </w:r>
    </w:p>
    <w:p w14:paraId="4FBF0B4D" w14:textId="77777777" w:rsidR="00C409B3" w:rsidRPr="00C409B3" w:rsidRDefault="00C409B3" w:rsidP="00C409B3">
      <w:pPr>
        <w:numPr>
          <w:ilvl w:val="0"/>
          <w:numId w:val="17"/>
        </w:numPr>
      </w:pPr>
      <w:r w:rsidRPr="00C409B3">
        <w:t xml:space="preserve">Service Provider is responsible for paying its own fuel expenses if the rental charge/fee exceeds the price offered per day. </w:t>
      </w:r>
    </w:p>
    <w:p w14:paraId="6F2169ED" w14:textId="3FAD2DD6" w:rsidR="00C409B3" w:rsidRPr="00C409B3" w:rsidRDefault="00C409B3" w:rsidP="00C409B3">
      <w:pPr>
        <w:rPr>
          <w:b/>
          <w:lang w:val="en-GB"/>
        </w:rPr>
      </w:pPr>
    </w:p>
    <w:p w14:paraId="6FE9AAF2" w14:textId="77777777" w:rsidR="00C409B3" w:rsidRPr="00C409B3" w:rsidRDefault="00C409B3" w:rsidP="00C409B3">
      <w:pPr>
        <w:rPr>
          <w:b/>
          <w:u w:val="single"/>
          <w:lang w:val="en-GB"/>
        </w:rPr>
      </w:pPr>
      <w:r w:rsidRPr="00C409B3">
        <w:rPr>
          <w:b/>
          <w:u w:val="single"/>
          <w:lang w:val="en-GB"/>
        </w:rPr>
        <w:t>Requirements</w:t>
      </w:r>
    </w:p>
    <w:p w14:paraId="6155A5C5" w14:textId="77777777" w:rsidR="00C409B3" w:rsidRPr="00C409B3" w:rsidRDefault="00C409B3" w:rsidP="00C409B3">
      <w:pPr>
        <w:rPr>
          <w:lang w:val="en-GB"/>
        </w:rPr>
      </w:pPr>
      <w:r w:rsidRPr="00C409B3">
        <w:rPr>
          <w:lang w:val="en-GB"/>
        </w:rPr>
        <w:t xml:space="preserve">All supporting documentation must be in English. </w:t>
      </w:r>
    </w:p>
    <w:p w14:paraId="2DC566CF" w14:textId="34EE4066" w:rsidR="00C409B3" w:rsidRPr="00C409B3" w:rsidRDefault="00C409B3" w:rsidP="00C409B3">
      <w:pPr>
        <w:rPr>
          <w:lang w:val="en-GB"/>
        </w:rPr>
      </w:pPr>
      <w:r w:rsidRPr="00C409B3">
        <w:rPr>
          <w:lang w:val="en-GB"/>
        </w:rPr>
        <w:t xml:space="preserve">Quotation of </w:t>
      </w:r>
      <w:r>
        <w:rPr>
          <w:lang w:val="en-GB"/>
        </w:rPr>
        <w:t xml:space="preserve">services </w:t>
      </w:r>
      <w:r w:rsidRPr="00C409B3">
        <w:rPr>
          <w:lang w:val="en-GB"/>
        </w:rPr>
        <w:t>should be in AUD.</w:t>
      </w:r>
    </w:p>
    <w:p w14:paraId="0905F0CA" w14:textId="77777777" w:rsidR="00C409B3" w:rsidRPr="00C409B3" w:rsidRDefault="00C409B3" w:rsidP="00C409B3">
      <w:pPr>
        <w:rPr>
          <w:u w:val="single"/>
          <w:lang w:val="en-GB"/>
        </w:rPr>
      </w:pPr>
      <w:bookmarkStart w:id="7" w:name="_Toc419729577"/>
      <w:r w:rsidRPr="00C409B3">
        <w:rPr>
          <w:u w:val="single"/>
          <w:lang w:val="en-GB"/>
        </w:rPr>
        <w:t>Installation services</w:t>
      </w:r>
      <w:bookmarkEnd w:id="7"/>
    </w:p>
    <w:p w14:paraId="43F323D7" w14:textId="77777777" w:rsidR="00C409B3" w:rsidRPr="00C409B3" w:rsidRDefault="00C409B3" w:rsidP="00C409B3">
      <w:pPr>
        <w:rPr>
          <w:lang w:val="en-GB"/>
        </w:rPr>
      </w:pPr>
      <w:r w:rsidRPr="00C409B3">
        <w:rPr>
          <w:lang w:val="en-GB"/>
        </w:rPr>
        <w:t xml:space="preserve">N/A. </w:t>
      </w:r>
    </w:p>
    <w:p w14:paraId="61B2BA42" w14:textId="77777777" w:rsidR="00C409B3" w:rsidRPr="00C409B3" w:rsidRDefault="00C409B3" w:rsidP="00C409B3">
      <w:pPr>
        <w:rPr>
          <w:u w:val="single"/>
        </w:rPr>
      </w:pPr>
      <w:r w:rsidRPr="00C409B3">
        <w:rPr>
          <w:u w:val="single"/>
        </w:rPr>
        <w:t>Delivery Time</w:t>
      </w:r>
    </w:p>
    <w:p w14:paraId="20A056F0" w14:textId="0606100F" w:rsidR="00C409B3" w:rsidRPr="00C409B3" w:rsidRDefault="00C409B3" w:rsidP="00C409B3">
      <w:pPr>
        <w:rPr>
          <w:lang w:val="en-GB"/>
        </w:rPr>
      </w:pPr>
      <w:r w:rsidRPr="00C409B3">
        <w:rPr>
          <w:lang w:val="en-GB"/>
        </w:rPr>
        <w:t>Provider is expected to carry out its services at the instruction of the Procuring Entity</w:t>
      </w:r>
      <w:r w:rsidR="00B533C7">
        <w:rPr>
          <w:lang w:val="en-GB"/>
        </w:rPr>
        <w:t xml:space="preserve"> and in compliance with the scope of services and the contract agreement</w:t>
      </w:r>
      <w:r w:rsidRPr="00C409B3">
        <w:rPr>
          <w:lang w:val="en-GB"/>
        </w:rPr>
        <w:t xml:space="preserve">. </w:t>
      </w:r>
    </w:p>
    <w:bookmarkEnd w:id="5"/>
    <w:p w14:paraId="6AB5834F" w14:textId="77777777" w:rsidR="003756AC" w:rsidRDefault="003756AC" w:rsidP="003756AC">
      <w:pPr>
        <w:rPr>
          <w:b/>
        </w:rPr>
      </w:pPr>
    </w:p>
    <w:p w14:paraId="3329509D" w14:textId="77777777" w:rsidR="00C409B3" w:rsidRDefault="00C409B3" w:rsidP="003756AC">
      <w:pPr>
        <w:rPr>
          <w:b/>
        </w:rPr>
      </w:pPr>
    </w:p>
    <w:p w14:paraId="53065C6B" w14:textId="77777777" w:rsidR="00C409B3" w:rsidRDefault="00C409B3" w:rsidP="003756AC">
      <w:pPr>
        <w:rPr>
          <w:b/>
        </w:rPr>
      </w:pPr>
    </w:p>
    <w:p w14:paraId="3614565B" w14:textId="77777777" w:rsidR="00C409B3" w:rsidRDefault="00C409B3" w:rsidP="003756AC">
      <w:pPr>
        <w:rPr>
          <w:b/>
        </w:rPr>
      </w:pPr>
    </w:p>
    <w:p w14:paraId="4541A099" w14:textId="77777777" w:rsidR="00C409B3" w:rsidRDefault="00C409B3" w:rsidP="003756AC">
      <w:pPr>
        <w:rPr>
          <w:b/>
        </w:rPr>
      </w:pPr>
    </w:p>
    <w:p w14:paraId="01BAE8A0" w14:textId="77777777" w:rsidR="00C409B3" w:rsidRDefault="00C409B3" w:rsidP="003756AC">
      <w:pPr>
        <w:rPr>
          <w:b/>
        </w:rPr>
      </w:pPr>
    </w:p>
    <w:p w14:paraId="7A7AE9D5" w14:textId="77777777" w:rsidR="00C409B3" w:rsidRDefault="00C409B3" w:rsidP="003756AC">
      <w:pPr>
        <w:rPr>
          <w:b/>
        </w:rPr>
      </w:pPr>
    </w:p>
    <w:p w14:paraId="625DFCD7" w14:textId="38CB51F8" w:rsidR="00C44890" w:rsidRPr="003756AC" w:rsidRDefault="00C44890" w:rsidP="003756AC">
      <w:pPr>
        <w:rPr>
          <w:b/>
        </w:rPr>
      </w:pPr>
      <w:r w:rsidRPr="003756AC">
        <w:rPr>
          <w:b/>
        </w:rPr>
        <w:t xml:space="preserve">Description of the </w:t>
      </w:r>
      <w:r w:rsidR="00DF7901" w:rsidRPr="003756AC">
        <w:rPr>
          <w:b/>
        </w:rPr>
        <w:t>Services</w:t>
      </w:r>
      <w:bookmarkEnd w:id="2"/>
      <w:r w:rsidR="00F879D5" w:rsidRPr="003756AC">
        <w:rPr>
          <w:rFonts w:cs="Calibri"/>
          <w:b/>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W w:w="0" w:type="auto"/>
        <w:tblLook w:val="04A0" w:firstRow="1" w:lastRow="0" w:firstColumn="1" w:lastColumn="0" w:noHBand="0" w:noVBand="1"/>
      </w:tblPr>
      <w:tblGrid>
        <w:gridCol w:w="636"/>
        <w:gridCol w:w="4604"/>
        <w:gridCol w:w="1559"/>
        <w:gridCol w:w="2694"/>
      </w:tblGrid>
      <w:tr w:rsidR="00EF6FF1" w:rsidRPr="00EF6FF1" w14:paraId="2D60909A" w14:textId="77777777" w:rsidTr="00EF6FF1">
        <w:tc>
          <w:tcPr>
            <w:tcW w:w="636" w:type="dxa"/>
            <w:tcBorders>
              <w:top w:val="single" w:sz="4" w:space="0" w:color="999999" w:themeColor="text1" w:themeTint="66"/>
              <w:left w:val="single" w:sz="4" w:space="0" w:color="999999" w:themeColor="text1" w:themeTint="66"/>
              <w:right w:val="single" w:sz="4" w:space="0" w:color="999999" w:themeColor="text1" w:themeTint="66"/>
            </w:tcBorders>
            <w:hideMark/>
          </w:tcPr>
          <w:p w14:paraId="0E03ED7A" w14:textId="77777777" w:rsidR="00EF6FF1" w:rsidRPr="00EF6FF1" w:rsidRDefault="00EF6FF1" w:rsidP="00EF6FF1">
            <w:pPr>
              <w:rPr>
                <w:lang w:val="en-GB"/>
              </w:rPr>
            </w:pPr>
            <w:r w:rsidRPr="00EF6FF1">
              <w:rPr>
                <w:b/>
                <w:bCs/>
                <w:lang w:val="en-GB"/>
              </w:rPr>
              <w:t>Pos.</w:t>
            </w:r>
          </w:p>
        </w:tc>
        <w:tc>
          <w:tcPr>
            <w:tcW w:w="4604" w:type="dxa"/>
            <w:tcBorders>
              <w:top w:val="single" w:sz="4" w:space="0" w:color="999999" w:themeColor="text1" w:themeTint="66"/>
              <w:left w:val="single" w:sz="4" w:space="0" w:color="999999" w:themeColor="text1" w:themeTint="66"/>
              <w:right w:val="single" w:sz="4" w:space="0" w:color="999999" w:themeColor="text1" w:themeTint="66"/>
            </w:tcBorders>
            <w:hideMark/>
          </w:tcPr>
          <w:p w14:paraId="47BA256E" w14:textId="77777777" w:rsidR="00EF6FF1" w:rsidRPr="00EF6FF1" w:rsidRDefault="00EF6FF1" w:rsidP="00EF6FF1">
            <w:pPr>
              <w:rPr>
                <w:lang w:val="en-GB"/>
              </w:rPr>
            </w:pPr>
            <w:r w:rsidRPr="00EF6FF1">
              <w:rPr>
                <w:b/>
                <w:bCs/>
                <w:lang w:val="en-GB"/>
              </w:rPr>
              <w:t>Description</w:t>
            </w:r>
          </w:p>
        </w:tc>
        <w:tc>
          <w:tcPr>
            <w:tcW w:w="1559" w:type="dxa"/>
            <w:tcBorders>
              <w:top w:val="single" w:sz="4" w:space="0" w:color="999999" w:themeColor="text1" w:themeTint="66"/>
              <w:left w:val="single" w:sz="4" w:space="0" w:color="999999" w:themeColor="text1" w:themeTint="66"/>
              <w:right w:val="single" w:sz="4" w:space="0" w:color="999999" w:themeColor="text1" w:themeTint="66"/>
            </w:tcBorders>
            <w:hideMark/>
          </w:tcPr>
          <w:p w14:paraId="4B3ACB12" w14:textId="77777777" w:rsidR="00EF6FF1" w:rsidRPr="00EF6FF1" w:rsidRDefault="00EF6FF1" w:rsidP="00EF6FF1">
            <w:pPr>
              <w:rPr>
                <w:lang w:val="en-GB"/>
              </w:rPr>
            </w:pPr>
            <w:r w:rsidRPr="00EF6FF1">
              <w:rPr>
                <w:b/>
                <w:bCs/>
                <w:lang w:val="en-GB"/>
              </w:rPr>
              <w:t>Number of Buses to be hired</w:t>
            </w:r>
          </w:p>
        </w:tc>
        <w:tc>
          <w:tcPr>
            <w:tcW w:w="2694" w:type="dxa"/>
            <w:tcBorders>
              <w:top w:val="single" w:sz="4" w:space="0" w:color="999999" w:themeColor="text1" w:themeTint="66"/>
              <w:left w:val="single" w:sz="4" w:space="0" w:color="999999" w:themeColor="text1" w:themeTint="66"/>
              <w:right w:val="single" w:sz="4" w:space="0" w:color="999999" w:themeColor="text1" w:themeTint="66"/>
            </w:tcBorders>
            <w:hideMark/>
          </w:tcPr>
          <w:p w14:paraId="298D50C6" w14:textId="77777777" w:rsidR="00EF6FF1" w:rsidRPr="00EF6FF1" w:rsidRDefault="00EF6FF1" w:rsidP="00EF6FF1">
            <w:pPr>
              <w:rPr>
                <w:lang w:val="en-GB"/>
              </w:rPr>
            </w:pPr>
            <w:r w:rsidRPr="00EF6FF1">
              <w:rPr>
                <w:b/>
                <w:bCs/>
                <w:lang w:val="en-GB"/>
              </w:rPr>
              <w:t>Offered Price (DDP)</w:t>
            </w:r>
          </w:p>
        </w:tc>
      </w:tr>
      <w:tr w:rsidR="00EF6FF1" w:rsidRPr="00EF6FF1" w14:paraId="233D0B19" w14:textId="77777777" w:rsidTr="00EF6FF1">
        <w:tc>
          <w:tcPr>
            <w:tcW w:w="9493" w:type="dxa"/>
            <w:gridSpan w:val="4"/>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C982129" w14:textId="77777777" w:rsidR="00EF6FF1" w:rsidRPr="00EF6FF1" w:rsidRDefault="00EF6FF1" w:rsidP="00EF6FF1">
            <w:pPr>
              <w:rPr>
                <w:b/>
                <w:bCs/>
                <w:lang w:val="en-GB"/>
              </w:rPr>
            </w:pPr>
            <w:r w:rsidRPr="00EF6FF1">
              <w:rPr>
                <w:b/>
                <w:bCs/>
                <w:lang w:val="en-GB"/>
              </w:rPr>
              <w:t>Transport – permanent hire</w:t>
            </w:r>
          </w:p>
        </w:tc>
      </w:tr>
      <w:tr w:rsidR="00EF6FF1" w:rsidRPr="00EF6FF1" w14:paraId="71E779A7"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7DF7274" w14:textId="77777777" w:rsidR="00EF6FF1" w:rsidRPr="00EF6FF1" w:rsidRDefault="00EF6FF1" w:rsidP="00EF6FF1">
            <w:pPr>
              <w:rPr>
                <w:lang w:val="en-GB"/>
              </w:rPr>
            </w:pPr>
            <w:r w:rsidRPr="00EF6FF1">
              <w:rPr>
                <w:bCs/>
                <w:lang w:val="en-GB"/>
              </w:rPr>
              <w:t>1.</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36CB12" w14:textId="77777777" w:rsidR="00EF6FF1" w:rsidRPr="00EF6FF1" w:rsidRDefault="00EF6FF1" w:rsidP="00EF6FF1">
            <w:pPr>
              <w:rPr>
                <w:lang w:val="en-GB"/>
              </w:rPr>
            </w:pPr>
            <w:r w:rsidRPr="00EF6FF1">
              <w:rPr>
                <w:lang w:val="en-GB"/>
              </w:rPr>
              <w:t xml:space="preserve">Kitchen Unit transport </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B193FFE"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B8AD92" w14:textId="77777777" w:rsidR="00EF6FF1" w:rsidRPr="00EF6FF1" w:rsidRDefault="00EF6FF1" w:rsidP="00EF6FF1">
            <w:pPr>
              <w:rPr>
                <w:lang w:val="en-GB"/>
              </w:rPr>
            </w:pPr>
          </w:p>
        </w:tc>
      </w:tr>
      <w:tr w:rsidR="00EF6FF1" w:rsidRPr="00EF6FF1" w14:paraId="09779F0E"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832DDAC" w14:textId="77777777" w:rsidR="00EF6FF1" w:rsidRPr="00EF6FF1" w:rsidRDefault="00EF6FF1" w:rsidP="00EF6FF1">
            <w:pPr>
              <w:rPr>
                <w:lang w:val="en-GB"/>
              </w:rPr>
            </w:pPr>
            <w:r w:rsidRPr="00EF6FF1">
              <w:rPr>
                <w:bCs/>
                <w:lang w:val="en-GB"/>
              </w:rPr>
              <w:t>2.</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26EFFCE" w14:textId="77777777" w:rsidR="00EF6FF1" w:rsidRPr="00EF6FF1" w:rsidRDefault="00EF6FF1" w:rsidP="00EF6FF1">
            <w:pPr>
              <w:rPr>
                <w:lang w:val="en-GB"/>
              </w:rPr>
            </w:pPr>
            <w:r w:rsidRPr="00EF6FF1">
              <w:rPr>
                <w:lang w:val="en-GB"/>
              </w:rPr>
              <w:t>Transport Unit transport</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7584006"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9D1D3E" w14:textId="77777777" w:rsidR="00EF6FF1" w:rsidRPr="00EF6FF1" w:rsidRDefault="00EF6FF1" w:rsidP="00EF6FF1">
            <w:pPr>
              <w:rPr>
                <w:lang w:val="en-GB"/>
              </w:rPr>
            </w:pPr>
          </w:p>
        </w:tc>
      </w:tr>
      <w:tr w:rsidR="00EF6FF1" w:rsidRPr="00EF6FF1" w14:paraId="7261EBF9"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D1D9328" w14:textId="77777777" w:rsidR="00EF6FF1" w:rsidRPr="00EF6FF1" w:rsidRDefault="00EF6FF1" w:rsidP="00EF6FF1">
            <w:pPr>
              <w:rPr>
                <w:lang w:val="en-GB"/>
              </w:rPr>
            </w:pPr>
            <w:r w:rsidRPr="00EF6FF1">
              <w:rPr>
                <w:bCs/>
                <w:lang w:val="en-GB"/>
              </w:rPr>
              <w:t>3.</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2A352C8" w14:textId="77777777" w:rsidR="00EF6FF1" w:rsidRPr="00EF6FF1" w:rsidRDefault="00EF6FF1" w:rsidP="00EF6FF1">
            <w:pPr>
              <w:rPr>
                <w:lang w:val="en-GB"/>
              </w:rPr>
            </w:pPr>
            <w:r w:rsidRPr="00EF6FF1">
              <w:rPr>
                <w:lang w:val="en-GB"/>
              </w:rPr>
              <w:t>Betio Hospital transport</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AB6FB0"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E89326" w14:textId="77777777" w:rsidR="00EF6FF1" w:rsidRPr="00EF6FF1" w:rsidRDefault="00EF6FF1" w:rsidP="00EF6FF1">
            <w:pPr>
              <w:rPr>
                <w:lang w:val="en-GB"/>
              </w:rPr>
            </w:pPr>
          </w:p>
        </w:tc>
      </w:tr>
      <w:tr w:rsidR="00EF6FF1" w:rsidRPr="00EF6FF1" w14:paraId="591FD149"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1A6A120" w14:textId="77777777" w:rsidR="00EF6FF1" w:rsidRPr="00EF6FF1" w:rsidRDefault="00EF6FF1" w:rsidP="00EF6FF1">
            <w:pPr>
              <w:rPr>
                <w:b/>
                <w:bCs/>
                <w:lang w:val="en-GB"/>
              </w:rPr>
            </w:pP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80113B" w14:textId="77777777" w:rsidR="00EF6FF1" w:rsidRPr="00EF6FF1" w:rsidRDefault="00EF6FF1" w:rsidP="00EF6FF1">
            <w:pPr>
              <w:rPr>
                <w:lang w:val="en-GB"/>
              </w:rPr>
            </w:pPr>
            <w:r w:rsidRPr="00EF6FF1">
              <w:rPr>
                <w:b/>
                <w:lang w:val="en-GB"/>
              </w:rPr>
              <w:t>Total</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21DEA6" w14:textId="77777777" w:rsidR="00EF6FF1" w:rsidRPr="00EF6FF1" w:rsidRDefault="00EF6FF1" w:rsidP="00EF6FF1">
            <w:pPr>
              <w:rPr>
                <w:b/>
                <w:lang w:val="en-GB"/>
              </w:rPr>
            </w:pPr>
            <w:r w:rsidRPr="00EF6FF1">
              <w:rPr>
                <w:b/>
                <w:lang w:val="en-GB"/>
              </w:rPr>
              <w:t>3</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A675475" w14:textId="77777777" w:rsidR="00EF6FF1" w:rsidRPr="00EF6FF1" w:rsidRDefault="00EF6FF1" w:rsidP="00EF6FF1">
            <w:pPr>
              <w:rPr>
                <w:b/>
                <w:lang w:val="en-GB"/>
              </w:rPr>
            </w:pPr>
          </w:p>
        </w:tc>
      </w:tr>
      <w:tr w:rsidR="00EF6FF1" w:rsidRPr="00EF6FF1" w14:paraId="654D24B0" w14:textId="77777777" w:rsidTr="00EF6FF1">
        <w:tc>
          <w:tcPr>
            <w:tcW w:w="9493" w:type="dxa"/>
            <w:gridSpan w:val="4"/>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4ACD3FB" w14:textId="77777777" w:rsidR="00EF6FF1" w:rsidRPr="00EF6FF1" w:rsidRDefault="00EF6FF1" w:rsidP="00EF6FF1">
            <w:pPr>
              <w:rPr>
                <w:b/>
                <w:bCs/>
                <w:lang w:val="en-GB"/>
              </w:rPr>
            </w:pPr>
            <w:r w:rsidRPr="00EF6FF1">
              <w:rPr>
                <w:b/>
                <w:bCs/>
                <w:lang w:val="en-GB"/>
              </w:rPr>
              <w:t>Transport for staff – Morning and Afternoon</w:t>
            </w:r>
          </w:p>
        </w:tc>
      </w:tr>
      <w:tr w:rsidR="00EF6FF1" w:rsidRPr="00EF6FF1" w14:paraId="616E6B3B"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B857257" w14:textId="77777777" w:rsidR="00EF6FF1" w:rsidRPr="00EF6FF1" w:rsidRDefault="00EF6FF1" w:rsidP="00EF6FF1">
            <w:pPr>
              <w:rPr>
                <w:bCs/>
                <w:lang w:val="en-GB"/>
              </w:rPr>
            </w:pPr>
            <w:r w:rsidRPr="00EF6FF1">
              <w:rPr>
                <w:bCs/>
                <w:lang w:val="en-GB"/>
              </w:rPr>
              <w:t xml:space="preserve">4.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805DDB" w14:textId="77777777" w:rsidR="00EF6FF1" w:rsidRPr="00EF6FF1" w:rsidRDefault="00EF6FF1" w:rsidP="00EF6FF1">
            <w:pPr>
              <w:rPr>
                <w:lang w:val="en-GB"/>
              </w:rPr>
            </w:pPr>
            <w:r w:rsidRPr="00EF6FF1">
              <w:rPr>
                <w:lang w:val="en-GB"/>
              </w:rPr>
              <w:t xml:space="preserve">Betio – TCH – Betio </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C9D63C4" w14:textId="77777777" w:rsidR="00EF6FF1" w:rsidRPr="00EF6FF1" w:rsidRDefault="00EF6FF1" w:rsidP="00EF6FF1">
            <w:pPr>
              <w:rPr>
                <w:lang w:val="en-GB"/>
              </w:rPr>
            </w:pPr>
            <w:r w:rsidRPr="00EF6FF1">
              <w:rPr>
                <w:lang w:val="en-GB"/>
              </w:rPr>
              <w:t>2</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091B6F" w14:textId="77777777" w:rsidR="00EF6FF1" w:rsidRPr="00EF6FF1" w:rsidRDefault="00EF6FF1" w:rsidP="00EF6FF1">
            <w:pPr>
              <w:rPr>
                <w:b/>
                <w:lang w:val="en-GB"/>
              </w:rPr>
            </w:pPr>
          </w:p>
        </w:tc>
      </w:tr>
      <w:tr w:rsidR="00EF6FF1" w:rsidRPr="00EF6FF1" w14:paraId="61CF1636"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414A4A7" w14:textId="77777777" w:rsidR="00EF6FF1" w:rsidRPr="00EF6FF1" w:rsidRDefault="00EF6FF1" w:rsidP="00EF6FF1">
            <w:pPr>
              <w:rPr>
                <w:bCs/>
                <w:lang w:val="en-GB"/>
              </w:rPr>
            </w:pPr>
            <w:r w:rsidRPr="00EF6FF1">
              <w:rPr>
                <w:bCs/>
                <w:lang w:val="en-GB"/>
              </w:rPr>
              <w:t xml:space="preserve">5.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FD7BEE" w14:textId="77777777" w:rsidR="00EF6FF1" w:rsidRPr="00EF6FF1" w:rsidRDefault="00EF6FF1" w:rsidP="00EF6FF1">
            <w:pPr>
              <w:rPr>
                <w:lang w:val="en-GB"/>
              </w:rPr>
            </w:pPr>
            <w:r w:rsidRPr="00EF6FF1">
              <w:rPr>
                <w:lang w:val="en-GB"/>
              </w:rPr>
              <w:t>Bairiki – TCH -  Bairiki</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5880418" w14:textId="77777777" w:rsidR="00EF6FF1" w:rsidRPr="00EF6FF1" w:rsidRDefault="00EF6FF1" w:rsidP="00EF6FF1">
            <w:pPr>
              <w:rPr>
                <w:lang w:val="en-GB"/>
              </w:rPr>
            </w:pPr>
            <w:r w:rsidRPr="00EF6FF1">
              <w:rPr>
                <w:lang w:val="en-GB"/>
              </w:rPr>
              <w:t>2</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11F420" w14:textId="77777777" w:rsidR="00EF6FF1" w:rsidRPr="00EF6FF1" w:rsidRDefault="00EF6FF1" w:rsidP="00EF6FF1">
            <w:pPr>
              <w:rPr>
                <w:b/>
                <w:lang w:val="en-GB"/>
              </w:rPr>
            </w:pPr>
          </w:p>
        </w:tc>
      </w:tr>
      <w:tr w:rsidR="00EF6FF1" w:rsidRPr="00EF6FF1" w14:paraId="58DD982B"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94045C" w14:textId="77777777" w:rsidR="00EF6FF1" w:rsidRPr="00EF6FF1" w:rsidRDefault="00EF6FF1" w:rsidP="00EF6FF1">
            <w:pPr>
              <w:rPr>
                <w:bCs/>
                <w:lang w:val="en-GB"/>
              </w:rPr>
            </w:pPr>
            <w:r w:rsidRPr="00EF6FF1">
              <w:rPr>
                <w:bCs/>
                <w:lang w:val="en-GB"/>
              </w:rPr>
              <w:t xml:space="preserve">6.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782918" w14:textId="77777777" w:rsidR="00EF6FF1" w:rsidRPr="00EF6FF1" w:rsidRDefault="00EF6FF1" w:rsidP="00EF6FF1">
            <w:pPr>
              <w:rPr>
                <w:lang w:val="en-GB"/>
              </w:rPr>
            </w:pPr>
            <w:r w:rsidRPr="00EF6FF1">
              <w:rPr>
                <w:lang w:val="en-GB"/>
              </w:rPr>
              <w:t>Nanikaai – TCH – Nanikaai</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CD583C"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BEB975" w14:textId="77777777" w:rsidR="00EF6FF1" w:rsidRPr="00EF6FF1" w:rsidRDefault="00EF6FF1" w:rsidP="00EF6FF1">
            <w:pPr>
              <w:rPr>
                <w:b/>
                <w:lang w:val="en-GB"/>
              </w:rPr>
            </w:pPr>
          </w:p>
        </w:tc>
      </w:tr>
      <w:tr w:rsidR="00EF6FF1" w:rsidRPr="00EF6FF1" w14:paraId="22BCD7CE"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239239" w14:textId="77777777" w:rsidR="00EF6FF1" w:rsidRPr="00EF6FF1" w:rsidRDefault="00EF6FF1" w:rsidP="00EF6FF1">
            <w:pPr>
              <w:rPr>
                <w:bCs/>
                <w:lang w:val="en-GB"/>
              </w:rPr>
            </w:pPr>
            <w:r w:rsidRPr="00EF6FF1">
              <w:rPr>
                <w:bCs/>
                <w:lang w:val="en-GB"/>
              </w:rPr>
              <w:t xml:space="preserve">7.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7AD5E11" w14:textId="77777777" w:rsidR="00EF6FF1" w:rsidRPr="00EF6FF1" w:rsidRDefault="00EF6FF1" w:rsidP="00EF6FF1">
            <w:pPr>
              <w:rPr>
                <w:lang w:val="en-GB"/>
              </w:rPr>
            </w:pPr>
            <w:r w:rsidRPr="00EF6FF1">
              <w:rPr>
                <w:lang w:val="en-GB"/>
              </w:rPr>
              <w:t>Ambo – TCH - Ambo</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FE5EFB"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98EB4D9" w14:textId="77777777" w:rsidR="00EF6FF1" w:rsidRPr="00EF6FF1" w:rsidRDefault="00EF6FF1" w:rsidP="00EF6FF1">
            <w:pPr>
              <w:rPr>
                <w:b/>
                <w:lang w:val="en-GB"/>
              </w:rPr>
            </w:pPr>
          </w:p>
        </w:tc>
      </w:tr>
      <w:tr w:rsidR="00EF6FF1" w:rsidRPr="00EF6FF1" w14:paraId="62A031DA"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1AFADB0" w14:textId="77777777" w:rsidR="00EF6FF1" w:rsidRPr="00EF6FF1" w:rsidRDefault="00EF6FF1" w:rsidP="00EF6FF1">
            <w:pPr>
              <w:rPr>
                <w:bCs/>
                <w:lang w:val="en-GB"/>
              </w:rPr>
            </w:pPr>
            <w:r w:rsidRPr="00EF6FF1">
              <w:rPr>
                <w:bCs/>
                <w:lang w:val="en-GB"/>
              </w:rPr>
              <w:t xml:space="preserve">8. </w:t>
            </w: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A70717" w14:textId="77777777" w:rsidR="00EF6FF1" w:rsidRPr="00EF6FF1" w:rsidRDefault="00EF6FF1" w:rsidP="00EF6FF1">
            <w:pPr>
              <w:rPr>
                <w:lang w:val="en-GB"/>
              </w:rPr>
            </w:pPr>
            <w:r w:rsidRPr="00EF6FF1">
              <w:rPr>
                <w:lang w:val="en-GB"/>
              </w:rPr>
              <w:t>Betio – Eita (Night shift)</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1C7C224" w14:textId="77777777" w:rsidR="00EF6FF1" w:rsidRPr="00EF6FF1" w:rsidRDefault="00EF6FF1" w:rsidP="00EF6FF1">
            <w:pPr>
              <w:rPr>
                <w:lang w:val="en-GB"/>
              </w:rPr>
            </w:pPr>
            <w:r w:rsidRPr="00EF6FF1">
              <w:rPr>
                <w:lang w:val="en-GB"/>
              </w:rPr>
              <w:t>1</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6FAF2E" w14:textId="77777777" w:rsidR="00EF6FF1" w:rsidRPr="00EF6FF1" w:rsidRDefault="00EF6FF1" w:rsidP="00EF6FF1">
            <w:pPr>
              <w:rPr>
                <w:b/>
                <w:lang w:val="en-GB"/>
              </w:rPr>
            </w:pPr>
          </w:p>
        </w:tc>
      </w:tr>
      <w:tr w:rsidR="00EF6FF1" w:rsidRPr="00EF6FF1" w14:paraId="0188731F" w14:textId="77777777" w:rsidTr="00EF6FF1">
        <w:tc>
          <w:tcPr>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6A5769A" w14:textId="77777777" w:rsidR="00EF6FF1" w:rsidRPr="00EF6FF1" w:rsidRDefault="00EF6FF1" w:rsidP="00EF6FF1">
            <w:pPr>
              <w:rPr>
                <w:bCs/>
                <w:lang w:val="en-GB"/>
              </w:rPr>
            </w:pPr>
          </w:p>
        </w:tc>
        <w:tc>
          <w:tcPr>
            <w:tcW w:w="460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4C3B5D6" w14:textId="77777777" w:rsidR="00EF6FF1" w:rsidRPr="00EF6FF1" w:rsidRDefault="00EF6FF1" w:rsidP="00EF6FF1">
            <w:pPr>
              <w:rPr>
                <w:b/>
                <w:lang w:val="en-GB"/>
              </w:rPr>
            </w:pPr>
            <w:r w:rsidRPr="00EF6FF1">
              <w:rPr>
                <w:b/>
                <w:lang w:val="en-GB"/>
              </w:rPr>
              <w:t xml:space="preserve">Total </w:t>
            </w:r>
          </w:p>
        </w:tc>
        <w:tc>
          <w:tcPr>
            <w:tcW w:w="1559"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3237595" w14:textId="77777777" w:rsidR="00EF6FF1" w:rsidRPr="00EF6FF1" w:rsidRDefault="00EF6FF1" w:rsidP="00EF6FF1">
            <w:pPr>
              <w:rPr>
                <w:b/>
                <w:lang w:val="en-GB"/>
              </w:rPr>
            </w:pPr>
            <w:r w:rsidRPr="00EF6FF1">
              <w:rPr>
                <w:b/>
                <w:lang w:val="en-GB"/>
              </w:rPr>
              <w:t>7</w:t>
            </w:r>
          </w:p>
        </w:tc>
        <w:tc>
          <w:tcPr>
            <w:tcW w:w="269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62C0B9" w14:textId="77777777" w:rsidR="00EF6FF1" w:rsidRPr="00EF6FF1" w:rsidRDefault="00EF6FF1" w:rsidP="00EF6FF1">
            <w:pPr>
              <w:rPr>
                <w:b/>
                <w:lang w:val="en-GB"/>
              </w:rPr>
            </w:pPr>
          </w:p>
        </w:tc>
      </w:tr>
    </w:tbl>
    <w:p w14:paraId="1D485018" w14:textId="77777777" w:rsidR="00C409B3" w:rsidRPr="00742463" w:rsidRDefault="00C409B3" w:rsidP="00C44890">
      <w:pPr>
        <w:rPr>
          <w:lang w:val="en-GB"/>
        </w:rPr>
      </w:pPr>
    </w:p>
    <w:sectPr w:rsidR="00C409B3"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484C8" w14:textId="77777777" w:rsidR="001D04B2" w:rsidRDefault="001D04B2">
      <w:r>
        <w:separator/>
      </w:r>
    </w:p>
  </w:endnote>
  <w:endnote w:type="continuationSeparator" w:id="0">
    <w:p w14:paraId="65D5E907" w14:textId="77777777" w:rsidR="001D04B2" w:rsidRDefault="001D04B2">
      <w:r>
        <w:continuationSeparator/>
      </w:r>
    </w:p>
  </w:endnote>
  <w:endnote w:type="continuationNotice" w:id="1">
    <w:p w14:paraId="3AB1E457" w14:textId="77777777" w:rsidR="001D04B2" w:rsidRDefault="001D04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F6FF1" w:rsidRPr="00EF6FF1">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F6FF1" w:rsidRPr="00EF6FF1">
      <w:rPr>
        <w:noProof/>
        <w:color w:val="17365D" w:themeColor="text2" w:themeShade="BF"/>
        <w:lang w:val="sv-SE"/>
      </w:rPr>
      <w:t>3</w:t>
    </w:r>
    <w:r>
      <w:rPr>
        <w:color w:val="17365D" w:themeColor="text2" w:themeShade="BF"/>
      </w:rPr>
      <w:fldChar w:fldCharType="end"/>
    </w:r>
  </w:p>
  <w:p w14:paraId="213B5D63" w14:textId="08D934E2" w:rsidR="00133D55" w:rsidRDefault="00133D55" w:rsidP="004878F3">
    <w:pPr>
      <w:pStyle w:val="Footer"/>
    </w:pPr>
    <w:r>
      <w:fldChar w:fldCharType="begin"/>
    </w:r>
    <w:r>
      <w:instrText xml:space="preserve"> DATE \@ "yyyy-MM-dd" </w:instrText>
    </w:r>
    <w:r>
      <w:fldChar w:fldCharType="separate"/>
    </w:r>
    <w:r w:rsidR="00F6118E">
      <w:rPr>
        <w:noProof/>
      </w:rPr>
      <w:t>2022-11-28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5EE4A" w14:textId="77777777" w:rsidR="001D04B2" w:rsidRDefault="001D04B2">
      <w:r>
        <w:separator/>
      </w:r>
    </w:p>
  </w:footnote>
  <w:footnote w:type="continuationSeparator" w:id="0">
    <w:p w14:paraId="4E7521AC" w14:textId="77777777" w:rsidR="001D04B2" w:rsidRDefault="001D04B2">
      <w:r>
        <w:continuationSeparator/>
      </w:r>
    </w:p>
  </w:footnote>
  <w:footnote w:type="continuationNotice" w:id="1">
    <w:p w14:paraId="67EA372A" w14:textId="77777777" w:rsidR="001D04B2" w:rsidRDefault="001D04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11D64566"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RFQ-M</w:t>
    </w:r>
    <w:r w:rsidR="00414A53">
      <w:rPr>
        <w:rStyle w:val="Strong"/>
        <w:rFonts w:asciiTheme="minorHAnsi" w:hAnsiTheme="minorHAnsi" w:cstheme="minorHAnsi"/>
        <w:lang w:val="en-GB"/>
      </w:rPr>
      <w:t>HMS</w:t>
    </w:r>
    <w:r w:rsidR="00D84D1E" w:rsidRPr="00D84D1E">
      <w:rPr>
        <w:rStyle w:val="Strong"/>
        <w:rFonts w:asciiTheme="minorHAnsi" w:hAnsiTheme="minorHAnsi" w:cstheme="minorHAnsi"/>
        <w:lang w:val="en-GB"/>
      </w:rPr>
      <w:t>-</w:t>
    </w:r>
    <w:r w:rsidR="00414A53">
      <w:rPr>
        <w:rStyle w:val="Strong"/>
        <w:rFonts w:asciiTheme="minorHAnsi" w:hAnsiTheme="minorHAnsi" w:cstheme="minorHAnsi"/>
        <w:lang w:val="en-GB"/>
      </w:rPr>
      <w:t>220</w:t>
    </w:r>
    <w:r w:rsidR="00C409B3">
      <w:rPr>
        <w:rStyle w:val="Strong"/>
        <w:rFonts w:asciiTheme="minorHAnsi" w:hAnsiTheme="minorHAnsi" w:cstheme="minorHAnsi"/>
        <w:lang w:val="en-GB"/>
      </w:rPr>
      <w:t>2</w:t>
    </w:r>
    <w:r w:rsidR="00414A53">
      <w:rPr>
        <w:rStyle w:val="Strong"/>
        <w:rFonts w:asciiTheme="minorHAnsi" w:hAnsiTheme="minorHAnsi" w:cstheme="minorHAnsi"/>
        <w:lang w:val="en-GB"/>
      </w:rPr>
      <w:t>-2201-235</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66BF8"/>
    <w:multiLevelType w:val="hybridMultilevel"/>
    <w:tmpl w:val="546663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0EA0C0C"/>
    <w:multiLevelType w:val="hybridMultilevel"/>
    <w:tmpl w:val="ADB203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15388">
    <w:abstractNumId w:val="2"/>
  </w:num>
  <w:num w:numId="2" w16cid:durableId="70273199">
    <w:abstractNumId w:val="15"/>
  </w:num>
  <w:num w:numId="3" w16cid:durableId="1385712321">
    <w:abstractNumId w:val="16"/>
  </w:num>
  <w:num w:numId="4" w16cid:durableId="292374288">
    <w:abstractNumId w:val="7"/>
  </w:num>
  <w:num w:numId="5" w16cid:durableId="376204066">
    <w:abstractNumId w:val="6"/>
  </w:num>
  <w:num w:numId="6" w16cid:durableId="1488478973">
    <w:abstractNumId w:val="11"/>
  </w:num>
  <w:num w:numId="7" w16cid:durableId="1327170487">
    <w:abstractNumId w:val="8"/>
  </w:num>
  <w:num w:numId="8" w16cid:durableId="16085908">
    <w:abstractNumId w:val="13"/>
  </w:num>
  <w:num w:numId="9" w16cid:durableId="1289317640">
    <w:abstractNumId w:val="1"/>
  </w:num>
  <w:num w:numId="10" w16cid:durableId="1175724947">
    <w:abstractNumId w:val="12"/>
  </w:num>
  <w:num w:numId="11" w16cid:durableId="1383823397">
    <w:abstractNumId w:val="4"/>
  </w:num>
  <w:num w:numId="12" w16cid:durableId="989362341">
    <w:abstractNumId w:val="10"/>
  </w:num>
  <w:num w:numId="13" w16cid:durableId="1810632113">
    <w:abstractNumId w:val="14"/>
  </w:num>
  <w:num w:numId="14" w16cid:durableId="735974530">
    <w:abstractNumId w:val="5"/>
  </w:num>
  <w:num w:numId="15" w16cid:durableId="1264221654">
    <w:abstractNumId w:val="9"/>
  </w:num>
  <w:num w:numId="16" w16cid:durableId="391080271">
    <w:abstractNumId w:val="0"/>
  </w:num>
  <w:num w:numId="17" w16cid:durableId="162210906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2E61"/>
    <w:rsid w:val="001C49D5"/>
    <w:rsid w:val="001C6332"/>
    <w:rsid w:val="001C68F3"/>
    <w:rsid w:val="001C6CFE"/>
    <w:rsid w:val="001C7AF0"/>
    <w:rsid w:val="001C7C36"/>
    <w:rsid w:val="001C7EE9"/>
    <w:rsid w:val="001D04B2"/>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56AC"/>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A53"/>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26"/>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3EAF"/>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725"/>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33C7"/>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09B3"/>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87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6F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1D2"/>
    <w:rsid w:val="00F507F6"/>
    <w:rsid w:val="00F52A5D"/>
    <w:rsid w:val="00F52BA2"/>
    <w:rsid w:val="00F53EFA"/>
    <w:rsid w:val="00F5488C"/>
    <w:rsid w:val="00F55057"/>
    <w:rsid w:val="00F55418"/>
    <w:rsid w:val="00F55588"/>
    <w:rsid w:val="00F557D9"/>
    <w:rsid w:val="00F5758C"/>
    <w:rsid w:val="00F578F9"/>
    <w:rsid w:val="00F57B56"/>
    <w:rsid w:val="00F6118E"/>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238F"/>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3756AC"/>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884054724">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1FD3CA-A8C1-4370-9472-A1C7D7BF1AA3}">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3</Pages>
  <Words>324</Words>
  <Characters>1853</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2173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2022-11-28T04:02:00Z</dcterms:created>
  <dcterms:modified xsi:type="dcterms:W3CDTF">2022-11-28T04:02:00Z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